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7A27" w:rsidRDefault="00333631">
      <w:pPr>
        <w:rPr>
          <w:rFonts w:ascii="Times New Roman" w:eastAsia="Times New Roman" w:hAnsi="Times New Roman"/>
          <w:sz w:val="24"/>
        </w:rPr>
      </w:pPr>
      <w:r w:rsidRPr="00F37A27">
        <w:rPr>
          <w:rFonts w:ascii="Times New Roman" w:eastAsia="Times New Roman" w:hAnsi="Times New Roman"/>
          <w:sz w:val="24"/>
        </w:rPr>
        <w:t xml:space="preserve">As stated in Footnote 1, all </w:t>
      </w:r>
      <w:r w:rsidR="00F37A27" w:rsidRPr="00F37A27">
        <w:rPr>
          <w:rFonts w:ascii="Times New Roman" w:eastAsia="Times New Roman" w:hAnsi="Times New Roman"/>
          <w:sz w:val="24"/>
        </w:rPr>
        <w:t xml:space="preserve">LISS Time Use Survey </w:t>
      </w:r>
      <w:r w:rsidRPr="00F37A27">
        <w:rPr>
          <w:rFonts w:ascii="Times New Roman" w:eastAsia="Times New Roman" w:hAnsi="Times New Roman"/>
          <w:sz w:val="24"/>
        </w:rPr>
        <w:t>data</w:t>
      </w:r>
      <w:r w:rsidR="00F37A27" w:rsidRPr="00F37A27">
        <w:rPr>
          <w:rFonts w:ascii="Times New Roman" w:eastAsia="Times New Roman" w:hAnsi="Times New Roman"/>
          <w:sz w:val="24"/>
        </w:rPr>
        <w:t xml:space="preserve"> are</w:t>
      </w:r>
      <w:r w:rsidRPr="00F37A27">
        <w:rPr>
          <w:rFonts w:ascii="Times New Roman" w:eastAsia="Times New Roman" w:hAnsi="Times New Roman"/>
          <w:sz w:val="24"/>
        </w:rPr>
        <w:t xml:space="preserve"> available in the LISS Data Archive.</w:t>
      </w:r>
      <w:r w:rsidR="00F37A27" w:rsidRPr="00F37A27">
        <w:rPr>
          <w:sz w:val="24"/>
        </w:rPr>
        <w:t xml:space="preserve"> </w:t>
      </w:r>
      <w:hyperlink r:id="rId5" w:history="1">
        <w:r w:rsidR="00F37A27" w:rsidRPr="00F37A27">
          <w:rPr>
            <w:rStyle w:val="Hyperlink"/>
            <w:rFonts w:ascii="Times New Roman" w:eastAsia="Times New Roman" w:hAnsi="Times New Roman"/>
            <w:sz w:val="24"/>
          </w:rPr>
          <w:t>https://www.dataarchive.lissdata.nl/study_units/view/511</w:t>
        </w:r>
      </w:hyperlink>
    </w:p>
    <w:p w:rsidR="00F37A27" w:rsidRDefault="00F37A27">
      <w:pPr>
        <w:rPr>
          <w:rFonts w:ascii="Times New Roman" w:eastAsia="Times New Roman" w:hAnsi="Times New Roman"/>
          <w:sz w:val="24"/>
        </w:rPr>
      </w:pPr>
    </w:p>
    <w:p w:rsidR="00F37A27" w:rsidRDefault="00F37A27">
      <w:pPr>
        <w:rPr>
          <w:rFonts w:ascii="Times New Roman" w:eastAsia="Times New Roman" w:hAnsi="Times New Roman"/>
          <w:sz w:val="24"/>
        </w:rPr>
      </w:pPr>
      <w:bookmarkStart w:id="0" w:name="_GoBack"/>
      <w:bookmarkEnd w:id="0"/>
      <w:r>
        <w:rPr>
          <w:rFonts w:ascii="Times New Roman" w:eastAsia="Times New Roman" w:hAnsi="Times New Roman"/>
          <w:sz w:val="24"/>
        </w:rPr>
        <w:t>Furthermore, we used these datafiles, all stored in the LISS data archive:</w:t>
      </w:r>
    </w:p>
    <w:p w:rsidR="00F37A27" w:rsidRPr="00F37A27" w:rsidRDefault="00F37A27" w:rsidP="00F37A27">
      <w:pPr>
        <w:pStyle w:val="ListParagraph"/>
        <w:numPr>
          <w:ilvl w:val="0"/>
          <w:numId w:val="1"/>
        </w:numPr>
        <w:rPr>
          <w:rFonts w:ascii="Times New Roman" w:eastAsia="Times New Roman" w:hAnsi="Times New Roman"/>
          <w:sz w:val="24"/>
          <w:lang w:val="fr-FR"/>
        </w:rPr>
      </w:pPr>
      <w:proofErr w:type="spellStart"/>
      <w:r w:rsidRPr="00F37A27">
        <w:rPr>
          <w:rFonts w:ascii="Times New Roman" w:eastAsia="Times New Roman" w:hAnsi="Times New Roman"/>
          <w:sz w:val="24"/>
          <w:lang w:val="fr-FR"/>
        </w:rPr>
        <w:t>Sociodemographics</w:t>
      </w:r>
      <w:proofErr w:type="spellEnd"/>
      <w:r w:rsidRPr="00F37A27">
        <w:rPr>
          <w:rFonts w:ascii="Times New Roman" w:eastAsia="Times New Roman" w:hAnsi="Times New Roman"/>
          <w:sz w:val="24"/>
          <w:lang w:val="fr-FR"/>
        </w:rPr>
        <w:t xml:space="preserve">: </w:t>
      </w:r>
      <w:hyperlink r:id="rId6" w:history="1">
        <w:r w:rsidRPr="00A8207F">
          <w:rPr>
            <w:rStyle w:val="Hyperlink"/>
            <w:rFonts w:ascii="Times New Roman" w:eastAsia="Times New Roman" w:hAnsi="Times New Roman"/>
            <w:sz w:val="24"/>
            <w:lang w:val="fr-FR"/>
          </w:rPr>
          <w:t>https://www.dataarchive.lissdata.nl/study_units/view/322</w:t>
        </w:r>
      </w:hyperlink>
      <w:r>
        <w:rPr>
          <w:rFonts w:ascii="Times New Roman" w:eastAsia="Times New Roman" w:hAnsi="Times New Roman"/>
          <w:sz w:val="24"/>
          <w:lang w:val="fr-FR"/>
        </w:rPr>
        <w:t xml:space="preserve"> </w:t>
      </w:r>
      <w:r w:rsidR="00501557">
        <w:rPr>
          <w:rFonts w:ascii="Times New Roman" w:eastAsia="Times New Roman" w:hAnsi="Times New Roman"/>
          <w:sz w:val="24"/>
          <w:lang w:val="fr-FR"/>
        </w:rPr>
        <w:t>(</w:t>
      </w:r>
      <w:proofErr w:type="spellStart"/>
      <w:r w:rsidR="00501557">
        <w:rPr>
          <w:rFonts w:ascii="Times New Roman" w:eastAsia="Times New Roman" w:hAnsi="Times New Roman"/>
          <w:sz w:val="24"/>
          <w:lang w:val="fr-FR"/>
        </w:rPr>
        <w:t>september</w:t>
      </w:r>
      <w:proofErr w:type="spellEnd"/>
      <w:r w:rsidR="00501557">
        <w:rPr>
          <w:rFonts w:ascii="Times New Roman" w:eastAsia="Times New Roman" w:hAnsi="Times New Roman"/>
          <w:sz w:val="24"/>
          <w:lang w:val="fr-FR"/>
        </w:rPr>
        <w:t xml:space="preserve"> 2012) </w:t>
      </w:r>
    </w:p>
    <w:p w:rsidR="00501557" w:rsidRDefault="00F37A27" w:rsidP="00501557">
      <w:pPr>
        <w:pStyle w:val="ListParagraph"/>
        <w:numPr>
          <w:ilvl w:val="0"/>
          <w:numId w:val="1"/>
        </w:numPr>
        <w:rPr>
          <w:rFonts w:ascii="Times New Roman" w:eastAsia="Times New Roman" w:hAnsi="Times New Roman"/>
          <w:sz w:val="24"/>
        </w:rPr>
      </w:pPr>
      <w:r w:rsidRPr="00501557">
        <w:rPr>
          <w:rFonts w:ascii="Times New Roman" w:eastAsia="Times New Roman" w:hAnsi="Times New Roman"/>
          <w:sz w:val="24"/>
        </w:rPr>
        <w:t>Personality</w:t>
      </w:r>
      <w:r w:rsidR="00C31BE6">
        <w:rPr>
          <w:rFonts w:ascii="Times New Roman" w:eastAsia="Times New Roman" w:hAnsi="Times New Roman"/>
          <w:sz w:val="24"/>
        </w:rPr>
        <w:t xml:space="preserve"> and survey attitude</w:t>
      </w:r>
      <w:r w:rsidRPr="00501557">
        <w:rPr>
          <w:rFonts w:ascii="Times New Roman" w:eastAsia="Times New Roman" w:hAnsi="Times New Roman"/>
          <w:sz w:val="24"/>
        </w:rPr>
        <w:t xml:space="preserve">: </w:t>
      </w:r>
      <w:hyperlink r:id="rId7" w:history="1">
        <w:r w:rsidR="00514140" w:rsidRPr="00A8207F">
          <w:rPr>
            <w:rStyle w:val="Hyperlink"/>
            <w:rFonts w:ascii="Times New Roman" w:eastAsia="Times New Roman" w:hAnsi="Times New Roman"/>
            <w:sz w:val="24"/>
          </w:rPr>
          <w:t>https://www.dataarchive.lissdata.nl/study_units/view/208</w:t>
        </w:r>
      </w:hyperlink>
      <w:r w:rsidR="00501557">
        <w:rPr>
          <w:rFonts w:ascii="Times New Roman" w:eastAsia="Times New Roman" w:hAnsi="Times New Roman"/>
          <w:sz w:val="24"/>
        </w:rPr>
        <w:t xml:space="preserve"> </w:t>
      </w:r>
    </w:p>
    <w:p w:rsidR="00F37A27" w:rsidRPr="00501557" w:rsidRDefault="00F37A27" w:rsidP="00501557">
      <w:pPr>
        <w:pStyle w:val="ListParagraph"/>
        <w:numPr>
          <w:ilvl w:val="0"/>
          <w:numId w:val="1"/>
        </w:numPr>
        <w:rPr>
          <w:rFonts w:ascii="Times New Roman" w:eastAsia="Times New Roman" w:hAnsi="Times New Roman"/>
          <w:sz w:val="24"/>
        </w:rPr>
      </w:pPr>
      <w:r w:rsidRPr="00501557">
        <w:rPr>
          <w:rFonts w:ascii="Times New Roman" w:eastAsia="Times New Roman" w:hAnsi="Times New Roman"/>
          <w:sz w:val="24"/>
        </w:rPr>
        <w:t xml:space="preserve">Privacy: </w:t>
      </w:r>
      <w:hyperlink r:id="rId8" w:history="1">
        <w:r w:rsidRPr="00501557">
          <w:rPr>
            <w:rStyle w:val="Hyperlink"/>
            <w:rFonts w:ascii="Times New Roman" w:eastAsia="Times New Roman" w:hAnsi="Times New Roman"/>
            <w:sz w:val="24"/>
          </w:rPr>
          <w:t>https://www.dataarchive.lissdata.nl/study_units/view/29/dc</w:t>
        </w:r>
      </w:hyperlink>
      <w:r w:rsidRPr="00501557">
        <w:rPr>
          <w:rFonts w:ascii="Times New Roman" w:eastAsia="Times New Roman" w:hAnsi="Times New Roman"/>
          <w:sz w:val="24"/>
        </w:rPr>
        <w:t xml:space="preserve"> </w:t>
      </w:r>
    </w:p>
    <w:p w:rsidR="00C31BE6" w:rsidRDefault="00F37A27" w:rsidP="00C31BE6">
      <w:pPr>
        <w:pStyle w:val="ListParagraph"/>
        <w:numPr>
          <w:ilvl w:val="0"/>
          <w:numId w:val="1"/>
        </w:numPr>
        <w:rPr>
          <w:rFonts w:ascii="Times New Roman" w:eastAsia="Times New Roman" w:hAnsi="Times New Roman"/>
          <w:sz w:val="24"/>
        </w:rPr>
      </w:pPr>
      <w:r w:rsidRPr="00C31BE6">
        <w:rPr>
          <w:rFonts w:ascii="Times New Roman" w:eastAsia="Times New Roman" w:hAnsi="Times New Roman"/>
          <w:sz w:val="24"/>
        </w:rPr>
        <w:t xml:space="preserve">Smartphone Ownership: </w:t>
      </w:r>
      <w:hyperlink r:id="rId9" w:history="1">
        <w:r w:rsidR="00C31BE6" w:rsidRPr="00A8207F">
          <w:rPr>
            <w:rStyle w:val="Hyperlink"/>
            <w:rFonts w:ascii="Times New Roman" w:eastAsia="Times New Roman" w:hAnsi="Times New Roman"/>
            <w:sz w:val="24"/>
          </w:rPr>
          <w:t>https://www.dataarchive.lissdata.nl/study_units/view/286</w:t>
        </w:r>
      </w:hyperlink>
    </w:p>
    <w:p w:rsidR="00501557" w:rsidRDefault="00501557" w:rsidP="00501557">
      <w:pPr>
        <w:pStyle w:val="ListParagraph"/>
        <w:numPr>
          <w:ilvl w:val="0"/>
          <w:numId w:val="1"/>
        </w:numPr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Time use (for calculating nonresponse bias): </w:t>
      </w:r>
      <w:hyperlink r:id="rId10" w:history="1">
        <w:r w:rsidRPr="00A8207F">
          <w:rPr>
            <w:rStyle w:val="Hyperlink"/>
            <w:rFonts w:ascii="Times New Roman" w:eastAsia="Times New Roman" w:hAnsi="Times New Roman"/>
            <w:sz w:val="24"/>
          </w:rPr>
          <w:t>https://www.dataarchive.lissdata.nl/study_units/view/327</w:t>
        </w:r>
      </w:hyperlink>
      <w:r>
        <w:rPr>
          <w:rFonts w:ascii="Times New Roman" w:eastAsia="Times New Roman" w:hAnsi="Times New Roman"/>
          <w:sz w:val="24"/>
        </w:rPr>
        <w:t xml:space="preserve"> and </w:t>
      </w:r>
      <w:hyperlink r:id="rId11" w:history="1">
        <w:r w:rsidRPr="00A8207F">
          <w:rPr>
            <w:rStyle w:val="Hyperlink"/>
            <w:rFonts w:ascii="Times New Roman" w:eastAsia="Times New Roman" w:hAnsi="Times New Roman"/>
            <w:sz w:val="24"/>
          </w:rPr>
          <w:t>https://www.dataarchive.lissdata.nl/study_units/view/286</w:t>
        </w:r>
      </w:hyperlink>
      <w:r>
        <w:rPr>
          <w:rFonts w:ascii="Times New Roman" w:eastAsia="Times New Roman" w:hAnsi="Times New Roman"/>
          <w:sz w:val="24"/>
        </w:rPr>
        <w:t xml:space="preserve"> </w:t>
      </w:r>
    </w:p>
    <w:p w:rsidR="00D91253" w:rsidRDefault="00D91253" w:rsidP="00D91253">
      <w:pPr>
        <w:rPr>
          <w:rFonts w:ascii="Times New Roman" w:eastAsia="Times New Roman" w:hAnsi="Times New Roman"/>
          <w:sz w:val="24"/>
        </w:rPr>
      </w:pPr>
    </w:p>
    <w:p w:rsidR="00D91253" w:rsidRDefault="002B5BEE" w:rsidP="00D91253">
      <w:pPr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Participation history, t</w:t>
      </w:r>
      <w:r w:rsidR="00D91253">
        <w:rPr>
          <w:rFonts w:ascii="Times New Roman" w:eastAsia="Times New Roman" w:hAnsi="Times New Roman"/>
          <w:sz w:val="24"/>
        </w:rPr>
        <w:t>he number of GPS observations per participant, and the</w:t>
      </w:r>
      <w:r w:rsidR="00BA0CBB">
        <w:rPr>
          <w:rFonts w:ascii="Times New Roman" w:eastAsia="Times New Roman" w:hAnsi="Times New Roman"/>
          <w:sz w:val="24"/>
        </w:rPr>
        <w:t xml:space="preserve"> answer to the</w:t>
      </w:r>
      <w:r w:rsidR="00D91253">
        <w:rPr>
          <w:rFonts w:ascii="Times New Roman" w:eastAsia="Times New Roman" w:hAnsi="Times New Roman"/>
          <w:sz w:val="24"/>
        </w:rPr>
        <w:t xml:space="preserve"> “are you willing to participate in a smartphone survey” question are </w:t>
      </w:r>
      <w:r w:rsidR="00BA0CBB">
        <w:rPr>
          <w:rFonts w:ascii="Times New Roman" w:eastAsia="Times New Roman" w:hAnsi="Times New Roman"/>
          <w:sz w:val="24"/>
        </w:rPr>
        <w:t>not stored in the LISS data archive, b</w:t>
      </w:r>
      <w:r w:rsidR="00D91253">
        <w:rPr>
          <w:rFonts w:ascii="Times New Roman" w:eastAsia="Times New Roman" w:hAnsi="Times New Roman"/>
          <w:sz w:val="24"/>
        </w:rPr>
        <w:t>ut available</w:t>
      </w:r>
      <w:r w:rsidR="00BA0CBB">
        <w:rPr>
          <w:rFonts w:ascii="Times New Roman" w:eastAsia="Times New Roman" w:hAnsi="Times New Roman"/>
          <w:sz w:val="24"/>
        </w:rPr>
        <w:t xml:space="preserve"> from the author</w:t>
      </w:r>
      <w:r w:rsidR="00D91253">
        <w:rPr>
          <w:rFonts w:ascii="Times New Roman" w:eastAsia="Times New Roman" w:hAnsi="Times New Roman"/>
          <w:sz w:val="24"/>
        </w:rPr>
        <w:t xml:space="preserve"> upon request.</w:t>
      </w:r>
    </w:p>
    <w:p w:rsidR="00D91253" w:rsidRPr="00D91253" w:rsidRDefault="00D91253" w:rsidP="00D91253">
      <w:pPr>
        <w:rPr>
          <w:rFonts w:ascii="Times New Roman" w:eastAsia="Times New Roman" w:hAnsi="Times New Roman"/>
          <w:sz w:val="24"/>
        </w:rPr>
      </w:pPr>
    </w:p>
    <w:p w:rsidR="00F37A27" w:rsidRPr="00F37A27" w:rsidRDefault="00F37A27">
      <w:pPr>
        <w:rPr>
          <w:sz w:val="24"/>
        </w:rPr>
      </w:pPr>
    </w:p>
    <w:sectPr w:rsidR="00F37A27" w:rsidRPr="00F37A27" w:rsidSect="00EA19C1">
      <w:pgSz w:w="11907" w:h="16840" w:code="9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967821"/>
    <w:multiLevelType w:val="hybridMultilevel"/>
    <w:tmpl w:val="87AC4C10"/>
    <w:lvl w:ilvl="0" w:tplc="7264D2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631"/>
    <w:rsid w:val="0000445C"/>
    <w:rsid w:val="0001305B"/>
    <w:rsid w:val="00021FF8"/>
    <w:rsid w:val="000300B1"/>
    <w:rsid w:val="00044C70"/>
    <w:rsid w:val="000460DE"/>
    <w:rsid w:val="0005358F"/>
    <w:rsid w:val="0007395B"/>
    <w:rsid w:val="00092E29"/>
    <w:rsid w:val="00093284"/>
    <w:rsid w:val="000B1E48"/>
    <w:rsid w:val="000C4F67"/>
    <w:rsid w:val="000C54C7"/>
    <w:rsid w:val="000C5C96"/>
    <w:rsid w:val="000C6F00"/>
    <w:rsid w:val="000E3D58"/>
    <w:rsid w:val="0011574C"/>
    <w:rsid w:val="00120EE4"/>
    <w:rsid w:val="0013736B"/>
    <w:rsid w:val="00137677"/>
    <w:rsid w:val="001465DF"/>
    <w:rsid w:val="00150405"/>
    <w:rsid w:val="00187CCD"/>
    <w:rsid w:val="0019090F"/>
    <w:rsid w:val="001A603E"/>
    <w:rsid w:val="001D18D8"/>
    <w:rsid w:val="001D1C1C"/>
    <w:rsid w:val="001D5A30"/>
    <w:rsid w:val="001E5B4E"/>
    <w:rsid w:val="001E76D0"/>
    <w:rsid w:val="001E7FE8"/>
    <w:rsid w:val="001F3D5B"/>
    <w:rsid w:val="001F4433"/>
    <w:rsid w:val="001F7094"/>
    <w:rsid w:val="0020388B"/>
    <w:rsid w:val="00262AA2"/>
    <w:rsid w:val="00263AFC"/>
    <w:rsid w:val="00271913"/>
    <w:rsid w:val="00293900"/>
    <w:rsid w:val="002A2D28"/>
    <w:rsid w:val="002B5BEE"/>
    <w:rsid w:val="002D01D6"/>
    <w:rsid w:val="002D1572"/>
    <w:rsid w:val="002D7436"/>
    <w:rsid w:val="002E2211"/>
    <w:rsid w:val="002E48F0"/>
    <w:rsid w:val="00302D1C"/>
    <w:rsid w:val="003321BF"/>
    <w:rsid w:val="00333631"/>
    <w:rsid w:val="00335B5B"/>
    <w:rsid w:val="003477AD"/>
    <w:rsid w:val="003668B0"/>
    <w:rsid w:val="003814B3"/>
    <w:rsid w:val="0038696A"/>
    <w:rsid w:val="003A5F7E"/>
    <w:rsid w:val="003B3ACA"/>
    <w:rsid w:val="003B40F4"/>
    <w:rsid w:val="003B7C47"/>
    <w:rsid w:val="003C4F69"/>
    <w:rsid w:val="003C7A22"/>
    <w:rsid w:val="003F1994"/>
    <w:rsid w:val="003F1D7B"/>
    <w:rsid w:val="003F5CF2"/>
    <w:rsid w:val="0042024E"/>
    <w:rsid w:val="00421FD0"/>
    <w:rsid w:val="00446AFF"/>
    <w:rsid w:val="00450ABA"/>
    <w:rsid w:val="0045315F"/>
    <w:rsid w:val="00461AD7"/>
    <w:rsid w:val="00464BBD"/>
    <w:rsid w:val="00487971"/>
    <w:rsid w:val="004A755A"/>
    <w:rsid w:val="004A7AE4"/>
    <w:rsid w:val="004B17A8"/>
    <w:rsid w:val="004C2409"/>
    <w:rsid w:val="004C2DD2"/>
    <w:rsid w:val="004C6FCE"/>
    <w:rsid w:val="004E15FE"/>
    <w:rsid w:val="004E64D2"/>
    <w:rsid w:val="00501557"/>
    <w:rsid w:val="005129BF"/>
    <w:rsid w:val="00514140"/>
    <w:rsid w:val="005166E7"/>
    <w:rsid w:val="00521BA8"/>
    <w:rsid w:val="00525205"/>
    <w:rsid w:val="00531DCA"/>
    <w:rsid w:val="005454BB"/>
    <w:rsid w:val="00551561"/>
    <w:rsid w:val="005579AD"/>
    <w:rsid w:val="00561561"/>
    <w:rsid w:val="00566A0B"/>
    <w:rsid w:val="00572A8F"/>
    <w:rsid w:val="005755AF"/>
    <w:rsid w:val="005850B0"/>
    <w:rsid w:val="005A0BD0"/>
    <w:rsid w:val="005C59CD"/>
    <w:rsid w:val="005D127B"/>
    <w:rsid w:val="005D4759"/>
    <w:rsid w:val="006104DE"/>
    <w:rsid w:val="00615B1B"/>
    <w:rsid w:val="0063388F"/>
    <w:rsid w:val="00637ED7"/>
    <w:rsid w:val="00637F3F"/>
    <w:rsid w:val="00645EF1"/>
    <w:rsid w:val="00653C41"/>
    <w:rsid w:val="00657620"/>
    <w:rsid w:val="00660F0C"/>
    <w:rsid w:val="00662034"/>
    <w:rsid w:val="006649D7"/>
    <w:rsid w:val="00673B4D"/>
    <w:rsid w:val="00687EF4"/>
    <w:rsid w:val="006B6E1E"/>
    <w:rsid w:val="006E153D"/>
    <w:rsid w:val="006F30E9"/>
    <w:rsid w:val="006F5F93"/>
    <w:rsid w:val="006F7AB5"/>
    <w:rsid w:val="00712DB8"/>
    <w:rsid w:val="00725BB2"/>
    <w:rsid w:val="00730659"/>
    <w:rsid w:val="00790112"/>
    <w:rsid w:val="007906A6"/>
    <w:rsid w:val="007922DD"/>
    <w:rsid w:val="00792943"/>
    <w:rsid w:val="007C2DE7"/>
    <w:rsid w:val="007D0E80"/>
    <w:rsid w:val="007D1444"/>
    <w:rsid w:val="007D6791"/>
    <w:rsid w:val="007E3679"/>
    <w:rsid w:val="007F5E31"/>
    <w:rsid w:val="00823610"/>
    <w:rsid w:val="00846974"/>
    <w:rsid w:val="008520A4"/>
    <w:rsid w:val="00862C78"/>
    <w:rsid w:val="00862FFB"/>
    <w:rsid w:val="00870D42"/>
    <w:rsid w:val="00872063"/>
    <w:rsid w:val="00874F1C"/>
    <w:rsid w:val="00881590"/>
    <w:rsid w:val="00890B6B"/>
    <w:rsid w:val="008965A5"/>
    <w:rsid w:val="008A165F"/>
    <w:rsid w:val="008A2AFA"/>
    <w:rsid w:val="008A3424"/>
    <w:rsid w:val="008B5E20"/>
    <w:rsid w:val="008C2AFC"/>
    <w:rsid w:val="008D13CC"/>
    <w:rsid w:val="008E3F82"/>
    <w:rsid w:val="008E4F5D"/>
    <w:rsid w:val="008E5F68"/>
    <w:rsid w:val="008E7CB0"/>
    <w:rsid w:val="008F1B01"/>
    <w:rsid w:val="008F2F9C"/>
    <w:rsid w:val="008F325D"/>
    <w:rsid w:val="008F755D"/>
    <w:rsid w:val="00901FD1"/>
    <w:rsid w:val="00912C71"/>
    <w:rsid w:val="00920429"/>
    <w:rsid w:val="009279DE"/>
    <w:rsid w:val="00935D5B"/>
    <w:rsid w:val="00943200"/>
    <w:rsid w:val="00943EC5"/>
    <w:rsid w:val="00953531"/>
    <w:rsid w:val="00954143"/>
    <w:rsid w:val="00961BA2"/>
    <w:rsid w:val="00961F48"/>
    <w:rsid w:val="00990501"/>
    <w:rsid w:val="00994F4F"/>
    <w:rsid w:val="00997E9B"/>
    <w:rsid w:val="009A07C0"/>
    <w:rsid w:val="009A1E5A"/>
    <w:rsid w:val="009A2287"/>
    <w:rsid w:val="009A412F"/>
    <w:rsid w:val="009A4CC1"/>
    <w:rsid w:val="009B6276"/>
    <w:rsid w:val="009D0E58"/>
    <w:rsid w:val="009D12CB"/>
    <w:rsid w:val="009D78A2"/>
    <w:rsid w:val="009E19D6"/>
    <w:rsid w:val="009F2110"/>
    <w:rsid w:val="009F3AEB"/>
    <w:rsid w:val="00A07899"/>
    <w:rsid w:val="00A144DD"/>
    <w:rsid w:val="00A25D5A"/>
    <w:rsid w:val="00A32087"/>
    <w:rsid w:val="00A345F9"/>
    <w:rsid w:val="00A37453"/>
    <w:rsid w:val="00A51F23"/>
    <w:rsid w:val="00A52819"/>
    <w:rsid w:val="00A53652"/>
    <w:rsid w:val="00A733E8"/>
    <w:rsid w:val="00A73525"/>
    <w:rsid w:val="00A75A7B"/>
    <w:rsid w:val="00A8676A"/>
    <w:rsid w:val="00A967E6"/>
    <w:rsid w:val="00A96F78"/>
    <w:rsid w:val="00AA681C"/>
    <w:rsid w:val="00AA7745"/>
    <w:rsid w:val="00AB7E4A"/>
    <w:rsid w:val="00AC07D8"/>
    <w:rsid w:val="00AD1F7F"/>
    <w:rsid w:val="00AE7157"/>
    <w:rsid w:val="00B14CAF"/>
    <w:rsid w:val="00B473B5"/>
    <w:rsid w:val="00B5419E"/>
    <w:rsid w:val="00B7176D"/>
    <w:rsid w:val="00B8365D"/>
    <w:rsid w:val="00BA0CBB"/>
    <w:rsid w:val="00BB28D7"/>
    <w:rsid w:val="00BB30EB"/>
    <w:rsid w:val="00BD2F10"/>
    <w:rsid w:val="00BD7F11"/>
    <w:rsid w:val="00C015DA"/>
    <w:rsid w:val="00C0739E"/>
    <w:rsid w:val="00C126DC"/>
    <w:rsid w:val="00C200B3"/>
    <w:rsid w:val="00C24A41"/>
    <w:rsid w:val="00C31BE6"/>
    <w:rsid w:val="00C33376"/>
    <w:rsid w:val="00C3506E"/>
    <w:rsid w:val="00C441FE"/>
    <w:rsid w:val="00C47EA1"/>
    <w:rsid w:val="00C555C3"/>
    <w:rsid w:val="00C57E96"/>
    <w:rsid w:val="00C60060"/>
    <w:rsid w:val="00C610BA"/>
    <w:rsid w:val="00C6230A"/>
    <w:rsid w:val="00C73596"/>
    <w:rsid w:val="00C774C6"/>
    <w:rsid w:val="00C7754C"/>
    <w:rsid w:val="00C77B46"/>
    <w:rsid w:val="00C969B7"/>
    <w:rsid w:val="00CA630B"/>
    <w:rsid w:val="00CB5F1A"/>
    <w:rsid w:val="00CB6339"/>
    <w:rsid w:val="00CB6F03"/>
    <w:rsid w:val="00CB6FC5"/>
    <w:rsid w:val="00CC408C"/>
    <w:rsid w:val="00CC4FBB"/>
    <w:rsid w:val="00CC6B1F"/>
    <w:rsid w:val="00CC7EAC"/>
    <w:rsid w:val="00CD7C2F"/>
    <w:rsid w:val="00CE18A7"/>
    <w:rsid w:val="00CE707C"/>
    <w:rsid w:val="00CF44B9"/>
    <w:rsid w:val="00D229B7"/>
    <w:rsid w:val="00D57295"/>
    <w:rsid w:val="00D83358"/>
    <w:rsid w:val="00D91253"/>
    <w:rsid w:val="00DA3BA9"/>
    <w:rsid w:val="00DB5912"/>
    <w:rsid w:val="00DC382D"/>
    <w:rsid w:val="00DE45B8"/>
    <w:rsid w:val="00DF5654"/>
    <w:rsid w:val="00E174F8"/>
    <w:rsid w:val="00E205B7"/>
    <w:rsid w:val="00E56633"/>
    <w:rsid w:val="00E766C7"/>
    <w:rsid w:val="00EA0DBD"/>
    <w:rsid w:val="00EA19C1"/>
    <w:rsid w:val="00EB03F9"/>
    <w:rsid w:val="00EB6B27"/>
    <w:rsid w:val="00EC0323"/>
    <w:rsid w:val="00F04F4A"/>
    <w:rsid w:val="00F2480C"/>
    <w:rsid w:val="00F308F1"/>
    <w:rsid w:val="00F318B4"/>
    <w:rsid w:val="00F37A27"/>
    <w:rsid w:val="00F41211"/>
    <w:rsid w:val="00F50BEF"/>
    <w:rsid w:val="00F6235F"/>
    <w:rsid w:val="00F7433F"/>
    <w:rsid w:val="00FA1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D8E070-D228-4F9C-9583-39037AF3B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nl-NL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Verdana" w:hAnsi="Verdana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semiHidden/>
    <w:unhideWhenUsed/>
    <w:rsid w:val="00333631"/>
    <w:rPr>
      <w:vertAlign w:val="superscript"/>
    </w:rPr>
  </w:style>
  <w:style w:type="character" w:styleId="Hyperlink">
    <w:name w:val="Hyperlink"/>
    <w:basedOn w:val="DefaultParagraphFont"/>
    <w:unhideWhenUsed/>
    <w:rsid w:val="00F37A2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37A27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F37A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ataarchive.lissdata.nl/study_units/view/29/dc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dataarchive.lissdata.nl/study_units/view/208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dataarchive.lissdata.nl/study_units/view/322" TargetMode="External"/><Relationship Id="rId11" Type="http://schemas.openxmlformats.org/officeDocument/2006/relationships/hyperlink" Target="https://www.dataarchive.lissdata.nl/study_units/view/286" TargetMode="External"/><Relationship Id="rId5" Type="http://schemas.openxmlformats.org/officeDocument/2006/relationships/hyperlink" Target="https://www.dataarchive.lissdata.nl/study_units/view/511" TargetMode="External"/><Relationship Id="rId10" Type="http://schemas.openxmlformats.org/officeDocument/2006/relationships/hyperlink" Target="https://www.dataarchive.lissdata.nl/study_units/view/32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dataarchive.lissdata.nl/study_units/view/28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3119E813</Template>
  <TotalTime>0</TotalTime>
  <Pages>1</Pages>
  <Words>228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Elevelt, A. (Anne)</dc:creator>
  <cp:keywords/>
  <dc:description/>
  <cp:lastModifiedBy>Elevelt, A. (Anne)</cp:lastModifiedBy>
  <cp:revision>2</cp:revision>
  <dcterms:created xsi:type="dcterms:W3CDTF">2019-04-04T08:22:00Z</dcterms:created>
  <dcterms:modified xsi:type="dcterms:W3CDTF">2019-04-04T08:22:00Z</dcterms:modified>
</cp:coreProperties>
</file>